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EC" w:rsidRDefault="00FA1C0A">
      <w:r>
        <w:t xml:space="preserve">                                                </w:t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3FF4CA82" wp14:editId="5859DF21">
            <wp:extent cx="2381250" cy="3524250"/>
            <wp:effectExtent l="0" t="0" r="0" b="0"/>
            <wp:docPr id="1" name="il_fi" descr="http://i2.squidoocdn.com/resize/squidoo_images/-1/lens16714531_1294854147the-mad-h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2.squidoocdn.com/resize/squidoo_images/-1/lens16714531_1294854147the-mad-hat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0A" w:rsidRDefault="00FA1C0A"/>
    <w:p w:rsidR="00FA1C0A" w:rsidRDefault="00FA1C0A">
      <w:pPr>
        <w:rPr>
          <w:rFonts w:ascii="Kunstler Script" w:hAnsi="Kunstler Script"/>
          <w:sz w:val="52"/>
          <w:szCs w:val="52"/>
          <w:u w:val="single"/>
        </w:rPr>
      </w:pPr>
      <w:r>
        <w:rPr>
          <w:rFonts w:ascii="Kunstler Script" w:hAnsi="Kunstler Script"/>
          <w:sz w:val="52"/>
          <w:szCs w:val="52"/>
        </w:rPr>
        <w:t xml:space="preserve">                             </w:t>
      </w:r>
      <w:r w:rsidRPr="00FA1C0A">
        <w:rPr>
          <w:rFonts w:ascii="Kunstler Script" w:hAnsi="Kunstler Script"/>
          <w:sz w:val="52"/>
          <w:szCs w:val="52"/>
          <w:u w:val="single"/>
        </w:rPr>
        <w:t>The Mad Hatter</w:t>
      </w:r>
    </w:p>
    <w:p w:rsidR="00FA1C0A" w:rsidRPr="00FA1C0A" w:rsidRDefault="00FA1C0A">
      <w:pPr>
        <w:rPr>
          <w:rFonts w:cstheme="minorHAnsi"/>
          <w:sz w:val="44"/>
          <w:szCs w:val="44"/>
        </w:rPr>
      </w:pPr>
      <w:r w:rsidRPr="00FA1C0A">
        <w:rPr>
          <w:rFonts w:cstheme="minorHAnsi"/>
          <w:sz w:val="44"/>
          <w:szCs w:val="44"/>
        </w:rPr>
        <w:tab/>
        <w:t xml:space="preserve">The Mad Hatter is </w:t>
      </w:r>
      <w:proofErr w:type="gramStart"/>
      <w:r w:rsidRPr="00FA1C0A">
        <w:rPr>
          <w:rFonts w:cstheme="minorHAnsi"/>
          <w:sz w:val="44"/>
          <w:szCs w:val="44"/>
        </w:rPr>
        <w:t>a</w:t>
      </w:r>
      <w:proofErr w:type="gramEnd"/>
      <w:r w:rsidRPr="00FA1C0A">
        <w:rPr>
          <w:rFonts w:cstheme="minorHAnsi"/>
          <w:sz w:val="44"/>
          <w:szCs w:val="44"/>
        </w:rPr>
        <w:t xml:space="preserve"> unpredictable man.</w:t>
      </w:r>
      <w:r>
        <w:rPr>
          <w:rFonts w:cstheme="minorHAnsi"/>
          <w:sz w:val="44"/>
          <w:szCs w:val="44"/>
        </w:rPr>
        <w:t xml:space="preserve"> He looks like a clown that has just escaped from a humongous wooden box. This crazy, unpredictable man smells like a strong stinky sock just coming off some </w:t>
      </w:r>
      <w:bookmarkStart w:id="0" w:name="_GoBack"/>
      <w:bookmarkEnd w:id="0"/>
      <w:r>
        <w:rPr>
          <w:rFonts w:cstheme="minorHAnsi"/>
          <w:sz w:val="44"/>
          <w:szCs w:val="44"/>
        </w:rPr>
        <w:t>ones foot. The Mad Hatter sounds like a thousand tinkling bells. This sound can go on forever when he walks and moves.</w:t>
      </w:r>
    </w:p>
    <w:p w:rsidR="00FA1C0A" w:rsidRPr="00FA1C0A" w:rsidRDefault="00FA1C0A">
      <w:pPr>
        <w:rPr>
          <w:rFonts w:cstheme="minorHAnsi"/>
          <w:sz w:val="52"/>
          <w:szCs w:val="52"/>
        </w:rPr>
      </w:pPr>
    </w:p>
    <w:sectPr w:rsidR="00FA1C0A" w:rsidRPr="00FA1C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0A"/>
    <w:rsid w:val="000A40EC"/>
    <w:rsid w:val="00F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C327AE33</Template>
  <TotalTime>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2011-05-24T22:29:00Z</dcterms:created>
  <dcterms:modified xsi:type="dcterms:W3CDTF">2011-05-24T22:38:00Z</dcterms:modified>
</cp:coreProperties>
</file>